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6E5D65" w:rsidP="002D3375" w:rsidRDefault="00CD6897" w14:paraId="300C4DF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317EFB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28554542" w14:textId="44D42D40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B2A5E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CB2A5E" w:rsidR="00DC6D0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:rsidRPr="00EA4832" w:rsidR="00445970" w:rsidP="00090835" w:rsidRDefault="00445970" w14:paraId="6A4ECAC4" w14:textId="33EB14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67666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767666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6BC5C09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C79E5E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6D666A" w:rsidTr="3E07BC33" w14:paraId="73F5356F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0B74A2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7C5AC7" w:rsidRDefault="006D666A" w14:paraId="1496B0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Pr="009C54AE" w:rsidR="006D666A" w:rsidTr="3E07BC33" w14:paraId="2291F7B1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210FD2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7C5AC7" w:rsidRDefault="00767666" w14:paraId="770C0112" w14:textId="7B33CE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Pr="009C54AE" w:rsidR="006D666A" w:rsidTr="3E07BC33" w14:paraId="3ACA3D01" w14:textId="77777777">
        <w:tc>
          <w:tcPr>
            <w:tcW w:w="2694" w:type="dxa"/>
            <w:tcMar/>
            <w:vAlign w:val="center"/>
          </w:tcPr>
          <w:p w:rsidRPr="009C54AE" w:rsidR="006D666A" w:rsidP="00EA4832" w:rsidRDefault="006D666A" w14:paraId="54D8075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9C54AE" w:rsidRDefault="006D666A" w14:paraId="7E9F27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6D666A" w:rsidTr="3E07BC33" w14:paraId="78A4EFEC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7B932D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6D666A" w:rsidRDefault="001D515E" w14:paraId="5852B98B" w14:textId="0F91A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6D666A" w:rsidTr="3E07BC33" w14:paraId="14FD3E17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6A9516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9C54AE" w:rsidRDefault="006D666A" w14:paraId="748107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6D666A" w:rsidTr="3E07BC33" w14:paraId="3FBDB81D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5243AB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467CDA" w:rsidRDefault="006D666A" w14:paraId="0923DC0E" w14:textId="3C149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6D666A" w:rsidTr="3E07BC33" w14:paraId="17F87546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6C4CFE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9C54AE" w:rsidRDefault="006D666A" w14:paraId="60D64A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6D666A" w:rsidTr="3E07BC33" w14:paraId="4EEEDD95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31B7BF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467CDA" w:rsidRDefault="006D666A" w14:paraId="714A6A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6D666A" w:rsidTr="3E07BC33" w14:paraId="0174E84B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3CB78B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6D666A" w:rsidRDefault="006D666A" w14:paraId="685E371B" w14:textId="52D5E6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6D666A" w:rsidTr="3E07BC33" w14:paraId="6E314F23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7D0044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6D666A" w:rsidRDefault="006D666A" w14:paraId="0E5BA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9C54AE" w:rsidR="006D666A" w:rsidTr="3E07BC33" w14:paraId="4E7AF7B7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74B5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9C54AE" w:rsidRDefault="006D666A" w14:paraId="7FBE9C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6D666A" w:rsidTr="3E07BC33" w14:paraId="23EB2042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5E7E0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7C5AC7" w:rsidRDefault="006D666A" w14:paraId="23057877" w14:textId="560E57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6D666A" w:rsidTr="3E07BC33" w14:paraId="18B765EC" w14:textId="77777777">
        <w:tc>
          <w:tcPr>
            <w:tcW w:w="2694" w:type="dxa"/>
            <w:tcMar/>
            <w:vAlign w:val="center"/>
          </w:tcPr>
          <w:p w:rsidRPr="009C54AE" w:rsidR="006D666A" w:rsidP="009C54AE" w:rsidRDefault="006D666A" w14:paraId="0E4152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D666A" w:rsidP="006D666A" w:rsidRDefault="006D666A" w14:paraId="7AFB60A4" w14:textId="15C012FD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>r hab. Mariola Grzebyk</w:t>
            </w: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3E07BC33" w:rsidR="00357AA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prof. UR,</w:t>
            </w: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dr Jolanta Zawora, mgr Karolina </w:t>
            </w: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>Kozioł,</w:t>
            </w:r>
            <w:r w:rsidRPr="3E07BC33" w:rsidR="006D666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dr Marta Kawa</w:t>
            </w:r>
          </w:p>
        </w:tc>
      </w:tr>
    </w:tbl>
    <w:p w:rsidRPr="009C54AE" w:rsidR="0085747A" w:rsidP="009C54AE" w:rsidRDefault="0085747A" w14:paraId="4ECDC967" w14:textId="1AA166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name="_GoBack" w:id="0"/>
      <w:bookmarkEnd w:id="0"/>
    </w:p>
    <w:p w:rsidRPr="009C54AE" w:rsidR="00923D7D" w:rsidP="009C54AE" w:rsidRDefault="00923D7D" w14:paraId="47B456E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759CC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70C4A1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90835" w14:paraId="486749E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D845A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985801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18FCE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E708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37F5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C5BE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418D8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35C5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F0DD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6698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F29C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090835" w14:paraId="76D9969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D666A" w14:paraId="3D8BF2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E509C" w14:paraId="3CF5072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E509C" w14:paraId="1F216F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CF35A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4B2D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7213B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E7D2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8C68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D9716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E509C" w14:paraId="283791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7BC668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1B57FF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AFBE2E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91270" w:rsidP="00791270" w:rsidRDefault="00791270" w14:paraId="6097F27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eastAsia="Wingdings" w:cs="Wingdings"/>
          <w:sz w:val="28"/>
          <w:szCs w:val="28"/>
        </w:rPr>
        <w:t>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eastAsia="Calibri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:rsidR="00791270" w:rsidP="00791270" w:rsidRDefault="00791270" w14:paraId="403CDAAD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hint="eastAsia" w:ascii="MS Gothic" w:hAnsi="MS Gothic" w:eastAsia="MS Gothic" w:cs="Segoe UI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:rsidRPr="009C54AE" w:rsidR="0085747A" w:rsidP="009C54AE" w:rsidRDefault="0085747A" w14:paraId="216AC3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7C809A2" w14:textId="23F94D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E960BB" w:rsidP="009C54AE" w:rsidRDefault="00791270" w14:paraId="0686491F" w14:textId="56CEE3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791270" w:rsidP="009C54AE" w:rsidRDefault="00791270" w14:paraId="6F5133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8AFE83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E2317F6" w14:textId="77777777">
        <w:tc>
          <w:tcPr>
            <w:tcW w:w="9670" w:type="dxa"/>
          </w:tcPr>
          <w:p w:rsidRPr="009C54AE" w:rsidR="0085747A" w:rsidP="006D666A" w:rsidRDefault="00794956" w14:paraId="3F6CDB3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Pr="00081B00"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335B14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83528A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A659F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7B3555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5DD422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6F8C515D" w14:textId="77777777">
        <w:tc>
          <w:tcPr>
            <w:tcW w:w="851" w:type="dxa"/>
            <w:vAlign w:val="center"/>
          </w:tcPr>
          <w:p w:rsidRPr="009C54AE" w:rsidR="0085747A" w:rsidP="009C54AE" w:rsidRDefault="0085747A" w14:paraId="743F5B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794956" w:rsidRDefault="006D666A" w14:paraId="3DB8A4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Pr="009C54AE" w:rsidR="00794956" w:rsidTr="00923D7D" w14:paraId="25FAEB00" w14:textId="77777777">
        <w:tc>
          <w:tcPr>
            <w:tcW w:w="851" w:type="dxa"/>
            <w:vAlign w:val="center"/>
          </w:tcPr>
          <w:p w:rsidRPr="009C54AE" w:rsidR="00794956" w:rsidP="009C54AE" w:rsidRDefault="00794956" w14:paraId="751A4ED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344B9" w:rsidR="00794956" w:rsidP="00DF731C" w:rsidRDefault="006D666A" w14:paraId="0D4EE02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Pr="009C54AE" w:rsidR="00794956" w:rsidTr="00923D7D" w14:paraId="311270DA" w14:textId="77777777">
        <w:tc>
          <w:tcPr>
            <w:tcW w:w="851" w:type="dxa"/>
            <w:vAlign w:val="center"/>
          </w:tcPr>
          <w:p w:rsidRPr="009C54AE" w:rsidR="00794956" w:rsidP="009C54AE" w:rsidRDefault="00794956" w14:paraId="261631D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344B9" w:rsidR="00794956" w:rsidP="00DF731C" w:rsidRDefault="006D666A" w14:paraId="3C840DC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:rsidRPr="009C54AE" w:rsidR="0085747A" w:rsidP="009C54AE" w:rsidRDefault="0085747A" w14:paraId="2B802CF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F48F9E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DA829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66A7C5B8" w14:textId="77777777">
        <w:tc>
          <w:tcPr>
            <w:tcW w:w="1701" w:type="dxa"/>
            <w:vAlign w:val="center"/>
          </w:tcPr>
          <w:p w:rsidRPr="009C54AE" w:rsidR="0085747A" w:rsidP="009C54AE" w:rsidRDefault="0085747A" w14:paraId="175676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B1E3E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23FDA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81727" w:rsidR="00DD539B" w:rsidTr="005E6E85" w14:paraId="67B48149" w14:textId="77777777">
        <w:tc>
          <w:tcPr>
            <w:tcW w:w="1701" w:type="dxa"/>
          </w:tcPr>
          <w:p w:rsidRPr="00981727" w:rsidR="00DD539B" w:rsidP="009C54AE" w:rsidRDefault="00DD539B" w14:paraId="4D5911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6D666A" w:rsidR="00DD539B" w:rsidP="00C00464" w:rsidRDefault="006D666A" w14:paraId="6D0888B7" w14:textId="77777777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:rsidRPr="00981727" w:rsidR="00DD539B" w:rsidP="00090835" w:rsidRDefault="00C00464" w14:paraId="7B71D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81727" w:rsidR="00C00464" w:rsidP="00090835" w:rsidRDefault="00C00464" w14:paraId="59608A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81727" w:rsidR="00DD539B" w:rsidTr="005E6E85" w14:paraId="7123CC26" w14:textId="77777777">
        <w:tc>
          <w:tcPr>
            <w:tcW w:w="1701" w:type="dxa"/>
          </w:tcPr>
          <w:p w:rsidRPr="00981727" w:rsidR="00DD539B" w:rsidP="009C54AE" w:rsidRDefault="00DD539B" w14:paraId="12D0AC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666A" w:rsidR="00DD539B" w:rsidP="00D662AA" w:rsidRDefault="006D666A" w14:paraId="6A665DF2" w14:textId="77777777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:rsidRPr="00981727" w:rsidR="00DD539B" w:rsidP="00090835" w:rsidRDefault="006D666A" w14:paraId="742EEF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981727" w:rsidP="00090835" w:rsidRDefault="00981727" w14:paraId="479C1D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81727" w:rsidR="006D666A" w:rsidP="00090835" w:rsidRDefault="006D666A" w14:paraId="4B17F5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981727" w:rsidR="00DD539B" w:rsidTr="005E6E85" w14:paraId="5BC85F13" w14:textId="77777777">
        <w:tc>
          <w:tcPr>
            <w:tcW w:w="1701" w:type="dxa"/>
          </w:tcPr>
          <w:p w:rsidRPr="00981727" w:rsidR="00DD539B" w:rsidP="009C54AE" w:rsidRDefault="00DD539B" w14:paraId="055BD3DB" w14:textId="5373C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 w:rsid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81727" w:rsidR="00DD539B" w:rsidP="00D662AA" w:rsidRDefault="00275CE8" w14:paraId="2EDB2A63" w14:textId="7777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:rsidR="00DD539B" w:rsidP="00090835" w:rsidRDefault="00DD539B" w14:paraId="28F5E9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Pr="00981727" w:rsidR="00275CE8" w:rsidP="00090835" w:rsidRDefault="00275CE8" w14:paraId="7D16AB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:rsidRPr="00981727" w:rsidR="00275CE8" w:rsidP="00090835" w:rsidRDefault="00275CE8" w14:paraId="69B83B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81727" w:rsidR="00DD539B" w:rsidTr="005E6E85" w14:paraId="1954206D" w14:textId="77777777">
        <w:tc>
          <w:tcPr>
            <w:tcW w:w="1701" w:type="dxa"/>
          </w:tcPr>
          <w:p w:rsidRPr="00981727" w:rsidR="00DD539B" w:rsidP="009C54AE" w:rsidRDefault="00981727" w14:paraId="30F45523" w14:textId="1CDEF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275CE8" w:rsidR="00DD539B" w:rsidP="00275CE8" w:rsidRDefault="00275CE8" w14:paraId="2872F582" w14:textId="77777777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:rsidR="00DD539B" w:rsidP="00090835" w:rsidRDefault="00C00464" w14:paraId="5D4155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Pr="00981727" w:rsidR="00275CE8" w:rsidP="00090835" w:rsidRDefault="00275CE8" w14:paraId="2E6FFD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81727" w:rsidR="0085747A" w:rsidP="009C54AE" w:rsidRDefault="0085747A" w14:paraId="4B6CBF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603288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2363EC5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612FE3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D662AA" w14:paraId="23AB5D57" w14:textId="77777777">
        <w:trPr>
          <w:trHeight w:val="374"/>
        </w:trPr>
        <w:tc>
          <w:tcPr>
            <w:tcW w:w="9639" w:type="dxa"/>
          </w:tcPr>
          <w:p w:rsidRPr="009C54AE" w:rsidR="0085747A" w:rsidP="009C54AE" w:rsidRDefault="0085747A" w14:paraId="31AF0D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75CE8" w:rsidTr="00923D7D" w14:paraId="5E3B3851" w14:textId="77777777">
        <w:tc>
          <w:tcPr>
            <w:tcW w:w="9639" w:type="dxa"/>
          </w:tcPr>
          <w:p w:rsidR="00275CE8" w:rsidP="007C5AC7" w:rsidRDefault="00275CE8" w14:paraId="0028A9C0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:rsidRPr="009C54AE" w:rsidR="00275CE8" w:rsidP="00275CE8" w:rsidRDefault="00275CE8" w14:paraId="3304E7BE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275CE8" w:rsidTr="00923D7D" w14:paraId="29B493A8" w14:textId="77777777">
        <w:tc>
          <w:tcPr>
            <w:tcW w:w="9639" w:type="dxa"/>
          </w:tcPr>
          <w:p w:rsidRPr="009C54AE" w:rsidR="00275CE8" w:rsidP="007C5AC7" w:rsidRDefault="00275CE8" w14:paraId="20EC70EA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Pr="009C54AE" w:rsidR="00275CE8" w:rsidTr="00923D7D" w14:paraId="5573A0C0" w14:textId="77777777">
        <w:tc>
          <w:tcPr>
            <w:tcW w:w="9639" w:type="dxa"/>
          </w:tcPr>
          <w:p w:rsidRPr="009C54AE" w:rsidR="00275CE8" w:rsidP="007C5AC7" w:rsidRDefault="00275CE8" w14:paraId="0F9154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Pr="009C54AE" w:rsidR="00275CE8" w:rsidTr="00923D7D" w14:paraId="4D6B94E1" w14:textId="77777777">
        <w:tc>
          <w:tcPr>
            <w:tcW w:w="9639" w:type="dxa"/>
          </w:tcPr>
          <w:p w:rsidR="00275CE8" w:rsidP="007C5AC7" w:rsidRDefault="00275CE8" w14:paraId="4FEAB65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:rsidRPr="009C54AE" w:rsidR="00275CE8" w:rsidP="007C5AC7" w:rsidRDefault="00275CE8" w14:paraId="7A63456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Pr="009C54AE" w:rsidR="00275CE8" w:rsidTr="00923D7D" w14:paraId="092EBF55" w14:textId="77777777">
        <w:tc>
          <w:tcPr>
            <w:tcW w:w="9639" w:type="dxa"/>
          </w:tcPr>
          <w:p w:rsidRPr="009C54AE" w:rsidR="00275CE8" w:rsidP="007C5AC7" w:rsidRDefault="00275CE8" w14:paraId="333B68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Pr="009C54AE" w:rsidR="00275CE8" w:rsidTr="00923D7D" w14:paraId="508B16FD" w14:textId="77777777">
        <w:tc>
          <w:tcPr>
            <w:tcW w:w="9639" w:type="dxa"/>
          </w:tcPr>
          <w:p w:rsidR="00275CE8" w:rsidP="007C5AC7" w:rsidRDefault="00275CE8" w14:paraId="616EE6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:rsidRPr="009C54AE" w:rsidR="00275CE8" w:rsidP="007C5AC7" w:rsidRDefault="00275CE8" w14:paraId="767DBB6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Pr="009C54AE" w:rsidR="00275CE8" w:rsidTr="00923D7D" w14:paraId="592A34C1" w14:textId="77777777">
        <w:tc>
          <w:tcPr>
            <w:tcW w:w="9639" w:type="dxa"/>
          </w:tcPr>
          <w:p w:rsidR="00275CE8" w:rsidP="007C5AC7" w:rsidRDefault="00275CE8" w14:paraId="02FDC7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:rsidRPr="00A27455" w:rsidR="00275CE8" w:rsidP="007C5AC7" w:rsidRDefault="00275CE8" w14:paraId="5CCDAB1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Pr="009C54AE" w:rsidR="00275CE8" w:rsidTr="00923D7D" w14:paraId="08452175" w14:textId="77777777">
        <w:tc>
          <w:tcPr>
            <w:tcW w:w="9639" w:type="dxa"/>
          </w:tcPr>
          <w:p w:rsidRPr="00667FFE" w:rsidR="00275CE8" w:rsidP="007C5AC7" w:rsidRDefault="00275CE8" w14:paraId="4336A9F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:rsidRPr="00A27455" w:rsidR="00275CE8" w:rsidP="007C5AC7" w:rsidRDefault="00275CE8" w14:paraId="2322C75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Pr="009C54AE" w:rsidR="00275CE8" w:rsidTr="00923D7D" w14:paraId="16D63AE7" w14:textId="77777777">
        <w:tc>
          <w:tcPr>
            <w:tcW w:w="9639" w:type="dxa"/>
          </w:tcPr>
          <w:p w:rsidRPr="00A27455" w:rsidR="00275CE8" w:rsidP="007C5AC7" w:rsidRDefault="00275CE8" w14:paraId="5F212D5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Pr="009C54AE" w:rsidR="00275CE8" w:rsidTr="00923D7D" w14:paraId="49DE6A6C" w14:textId="77777777">
        <w:tc>
          <w:tcPr>
            <w:tcW w:w="9639" w:type="dxa"/>
          </w:tcPr>
          <w:p w:rsidR="00275CE8" w:rsidP="007C5AC7" w:rsidRDefault="00275CE8" w14:paraId="339E7BE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:rsidRPr="00A27455" w:rsidR="00275CE8" w:rsidP="00275CE8" w:rsidRDefault="00275CE8" w14:paraId="6203E1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Pr="009C54AE" w:rsidR="00275CE8" w:rsidTr="00923D7D" w14:paraId="0D3430D2" w14:textId="77777777">
        <w:tc>
          <w:tcPr>
            <w:tcW w:w="9639" w:type="dxa"/>
          </w:tcPr>
          <w:p w:rsidRPr="00A27455" w:rsidR="00275CE8" w:rsidP="007C5AC7" w:rsidRDefault="00275CE8" w14:paraId="74A586E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:rsidRPr="009C54AE" w:rsidR="0085747A" w:rsidP="009C54AE" w:rsidRDefault="0085747A" w14:paraId="26419C1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E0CFF5C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3AD355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1693B331" w14:textId="77777777">
        <w:tc>
          <w:tcPr>
            <w:tcW w:w="9639" w:type="dxa"/>
          </w:tcPr>
          <w:p w:rsidRPr="009C54AE" w:rsidR="0085747A" w:rsidP="009C54AE" w:rsidRDefault="0085747A" w14:paraId="76E3A7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75CE8" w:rsidTr="003C7A9E" w14:paraId="3FF45EE0" w14:textId="77777777">
        <w:tc>
          <w:tcPr>
            <w:tcW w:w="9639" w:type="dxa"/>
          </w:tcPr>
          <w:p w:rsidRPr="009C54AE" w:rsidR="00275CE8" w:rsidP="00275CE8" w:rsidRDefault="00275CE8" w14:paraId="3B4E25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Pr="009C54AE" w:rsidR="00275CE8" w:rsidTr="00923D7D" w14:paraId="209F0216" w14:textId="77777777">
        <w:tc>
          <w:tcPr>
            <w:tcW w:w="9639" w:type="dxa"/>
          </w:tcPr>
          <w:p w:rsidRPr="009C54AE" w:rsidR="00275CE8" w:rsidP="00275CE8" w:rsidRDefault="00275CE8" w14:paraId="1CE88E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Pr="009C54AE" w:rsidR="00275CE8" w:rsidTr="00923D7D" w14:paraId="51FAE128" w14:textId="77777777">
        <w:tc>
          <w:tcPr>
            <w:tcW w:w="9639" w:type="dxa"/>
          </w:tcPr>
          <w:p w:rsidRPr="009C54AE" w:rsidR="00275CE8" w:rsidP="007C5AC7" w:rsidRDefault="00275CE8" w14:paraId="0F1FCC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Pr="009C54AE" w:rsidR="00275CE8" w:rsidTr="00923D7D" w14:paraId="34E9CEDA" w14:textId="77777777">
        <w:tc>
          <w:tcPr>
            <w:tcW w:w="9639" w:type="dxa"/>
          </w:tcPr>
          <w:p w:rsidRPr="009C54AE" w:rsidR="00275CE8" w:rsidP="00275CE8" w:rsidRDefault="00275CE8" w14:paraId="209CA8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Pr="009C54AE" w:rsidR="00275CE8" w:rsidTr="00923D7D" w14:paraId="17C1B126" w14:textId="77777777">
        <w:tc>
          <w:tcPr>
            <w:tcW w:w="9639" w:type="dxa"/>
          </w:tcPr>
          <w:p w:rsidRPr="009C54AE" w:rsidR="00275CE8" w:rsidP="00275CE8" w:rsidRDefault="00275CE8" w14:paraId="08B160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Pr="009C54AE" w:rsidR="00275CE8" w:rsidTr="00923D7D" w14:paraId="65735890" w14:textId="77777777">
        <w:tc>
          <w:tcPr>
            <w:tcW w:w="9639" w:type="dxa"/>
          </w:tcPr>
          <w:p w:rsidRPr="009C54AE" w:rsidR="00275CE8" w:rsidP="007C5AC7" w:rsidRDefault="00275CE8" w14:paraId="7CB5CC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Pr="009C54AE" w:rsidR="00275CE8" w:rsidTr="00923D7D" w14:paraId="0CAF9DFA" w14:textId="77777777">
        <w:tc>
          <w:tcPr>
            <w:tcW w:w="9639" w:type="dxa"/>
          </w:tcPr>
          <w:p w:rsidRPr="009C54AE" w:rsidR="00275CE8" w:rsidP="007C5AC7" w:rsidRDefault="00275CE8" w14:paraId="151975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Pr="009C54AE" w:rsidR="00275CE8" w:rsidTr="00923D7D" w14:paraId="313E5AEB" w14:textId="77777777">
        <w:tc>
          <w:tcPr>
            <w:tcW w:w="9639" w:type="dxa"/>
          </w:tcPr>
          <w:p w:rsidRPr="009C54AE" w:rsidR="00275CE8" w:rsidP="007C5AC7" w:rsidRDefault="00275CE8" w14:paraId="484C46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:rsidRPr="009C54AE" w:rsidR="0085747A" w:rsidP="009C54AE" w:rsidRDefault="0085747A" w14:paraId="4032A75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24A706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CC6D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03BB5" w:rsidR="00C03BB5" w:rsidP="00C03BB5" w:rsidRDefault="00C03BB5" w14:paraId="624AB04D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:rsidR="00153C41" w:rsidP="009C54AE" w:rsidRDefault="00153C41" w14:paraId="665A5263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P="009C54AE" w:rsidRDefault="00E960BB" w14:paraId="321786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B970F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7D316A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BDB6F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C5155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62C656E9" w14:paraId="6418DA4A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3743F4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50F47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64255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69E8E4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68F57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62C656E9" w14:paraId="442D5281" w14:textId="77777777">
        <w:tc>
          <w:tcPr>
            <w:tcW w:w="1985" w:type="dxa"/>
            <w:tcMar/>
          </w:tcPr>
          <w:p w:rsidRPr="009C54AE" w:rsidR="0085747A" w:rsidP="009C54AE" w:rsidRDefault="0085747A" w14:paraId="287B3A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9C54AE" w:rsidR="0085747A" w:rsidP="47D06D07" w:rsidRDefault="00942E17" w14:paraId="1A8D7B3D" w14:textId="15E6A80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62C656E9" w:rsidR="009817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</w:t>
            </w:r>
            <w:r w:rsidRPr="62C656E9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est</w:t>
            </w:r>
            <w:r w:rsidRPr="62C656E9" w:rsidR="009817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/kolokwium, egzamin pisemny</w:t>
            </w:r>
          </w:p>
        </w:tc>
        <w:tc>
          <w:tcPr>
            <w:tcW w:w="2126" w:type="dxa"/>
            <w:tcMar/>
          </w:tcPr>
          <w:p w:rsidRPr="009C54AE" w:rsidR="0085747A" w:rsidP="00357AAB" w:rsidRDefault="00C03BB5" w14:paraId="40BD95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2D63A6" w:rsidTr="62C656E9" w14:paraId="12F89ED3" w14:textId="77777777">
        <w:tc>
          <w:tcPr>
            <w:tcW w:w="1985" w:type="dxa"/>
            <w:tcMar/>
          </w:tcPr>
          <w:p w:rsidRPr="009C54AE" w:rsidR="002D63A6" w:rsidP="009C54AE" w:rsidRDefault="002D63A6" w14:paraId="19C2FB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Mar/>
          </w:tcPr>
          <w:p w:rsidRPr="009C54AE" w:rsidR="002D63A6" w:rsidP="47D06D07" w:rsidRDefault="005367E7" w14:paraId="68391E25" w14:textId="4719A67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47D06D07" w:rsidR="005367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</w:t>
            </w:r>
            <w:r w:rsidRPr="47D06D07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obserwacja w trakcie zajęć, egzamin pisemny</w:t>
            </w:r>
          </w:p>
        </w:tc>
        <w:tc>
          <w:tcPr>
            <w:tcW w:w="2126" w:type="dxa"/>
            <w:tcMar/>
          </w:tcPr>
          <w:p w:rsidRPr="009C54AE" w:rsidR="002D63A6" w:rsidP="00357AAB" w:rsidRDefault="002D63A6" w14:paraId="72466E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85747A" w:rsidTr="62C656E9" w14:paraId="7A9A6BA7" w14:textId="77777777">
        <w:tc>
          <w:tcPr>
            <w:tcW w:w="1985" w:type="dxa"/>
            <w:tcMar/>
          </w:tcPr>
          <w:p w:rsidRPr="009C54AE" w:rsidR="0085747A" w:rsidP="009C54AE" w:rsidRDefault="0085747A" w14:paraId="66F1BD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9C54AE" w:rsidR="0085747A" w:rsidP="47D06D07" w:rsidRDefault="005367E7" w14:paraId="630C11D4" w14:textId="0F2ED6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47D06D07" w:rsidR="005367E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Kolokwium, </w:t>
            </w:r>
            <w:r w:rsidRPr="47D06D07" w:rsidR="00942E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9C54AE" w:rsidR="0085747A" w:rsidP="00357AAB" w:rsidRDefault="002D63A6" w14:paraId="6114EB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D63A6" w:rsidTr="62C656E9" w14:paraId="74043728" w14:textId="77777777">
        <w:tc>
          <w:tcPr>
            <w:tcW w:w="1985" w:type="dxa"/>
            <w:tcMar/>
          </w:tcPr>
          <w:p w:rsidRPr="009C54AE" w:rsidR="002D63A6" w:rsidP="009C54AE" w:rsidRDefault="002D63A6" w14:paraId="1120D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9C54AE" w:rsidR="002D63A6" w:rsidP="00942E17" w:rsidRDefault="005367E7" w14:paraId="342584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9C54AE" w:rsidR="00942E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9C54AE" w:rsidR="002D63A6" w:rsidP="00357AAB" w:rsidRDefault="002D63A6" w14:paraId="1E59BF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0C4F2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E85604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BD2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9E93BEB" w14:textId="77777777">
        <w:tc>
          <w:tcPr>
            <w:tcW w:w="9670" w:type="dxa"/>
          </w:tcPr>
          <w:p w:rsidR="005367E7" w:rsidP="005367E7" w:rsidRDefault="005367E7" w14:paraId="6F60B789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:rsidRPr="00460CFE" w:rsidR="005367E7" w:rsidP="005367E7" w:rsidRDefault="005367E7" w14:paraId="6C6DEDE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:rsidRPr="00C03BB5" w:rsidR="0085747A" w:rsidP="005367E7" w:rsidRDefault="00C03BB5" w14:paraId="504D20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3AC7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98E9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FF01F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748997D4" w14:textId="77777777">
        <w:tc>
          <w:tcPr>
            <w:tcW w:w="4962" w:type="dxa"/>
            <w:vAlign w:val="center"/>
          </w:tcPr>
          <w:p w:rsidRPr="009C54AE" w:rsidR="0085747A" w:rsidP="009C54AE" w:rsidRDefault="00C61DC5" w14:paraId="19FF14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9BC36A7" w14:textId="3751F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F9A28AD" w14:textId="77777777">
        <w:tc>
          <w:tcPr>
            <w:tcW w:w="4962" w:type="dxa"/>
          </w:tcPr>
          <w:p w:rsidRPr="009C54AE" w:rsidR="0085747A" w:rsidP="009C54AE" w:rsidRDefault="00C61DC5" w14:paraId="5D92A7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90835" w:rsidRDefault="0038750B" w14:paraId="5E24A9F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4F3FC15" w14:textId="77777777">
        <w:tc>
          <w:tcPr>
            <w:tcW w:w="4962" w:type="dxa"/>
          </w:tcPr>
          <w:p w:rsidRPr="009C54AE" w:rsidR="00C61DC5" w:rsidP="009C54AE" w:rsidRDefault="00C61DC5" w14:paraId="18173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EEDE1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90835" w:rsidRDefault="00942E17" w14:paraId="16F9B7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52C37F60" w14:textId="77777777">
        <w:tc>
          <w:tcPr>
            <w:tcW w:w="4962" w:type="dxa"/>
          </w:tcPr>
          <w:p w:rsidRPr="009C54AE" w:rsidR="00C61DC5" w:rsidP="00791270" w:rsidRDefault="00C61DC5" w14:paraId="53A842D7" w14:textId="082B2A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090835" w:rsidRDefault="00D955A0" w14:paraId="7919183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923D7D" w14:paraId="546C3990" w14:textId="77777777">
        <w:tc>
          <w:tcPr>
            <w:tcW w:w="4962" w:type="dxa"/>
          </w:tcPr>
          <w:p w:rsidRPr="009C54AE" w:rsidR="0085747A" w:rsidP="009C54AE" w:rsidRDefault="0085747A" w14:paraId="30FA6E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90835" w:rsidRDefault="00D955A0" w14:paraId="125EA8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65852375" w14:textId="77777777">
        <w:tc>
          <w:tcPr>
            <w:tcW w:w="4962" w:type="dxa"/>
          </w:tcPr>
          <w:p w:rsidRPr="009C54AE" w:rsidR="0085747A" w:rsidP="009C54AE" w:rsidRDefault="0085747A" w14:paraId="56E939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90835" w:rsidRDefault="00C03BB5" w14:paraId="4C409A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AE2EC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531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8EB7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B2A144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357AAB" w14:paraId="2451AE04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85A0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57AAB" w:rsidRDefault="00357AAB" w14:paraId="2034CAB8" w14:textId="76C0F7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57AAB" w14:paraId="658364A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C8D9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57AAB" w:rsidRDefault="00357AAB" w14:paraId="0F4BAEF3" w14:textId="63D9C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CBA878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AEF47B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89E744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E3CB96B" w14:paraId="48861B3A" w14:textId="77777777">
        <w:trPr>
          <w:trHeight w:val="397"/>
        </w:trPr>
        <w:tc>
          <w:tcPr>
            <w:tcW w:w="5000" w:type="pct"/>
          </w:tcPr>
          <w:p w:rsidRPr="00E821C5" w:rsidR="0085747A" w:rsidP="009C54AE" w:rsidRDefault="0085747A" w14:paraId="21DF57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270" w:rsidR="005367E7" w:rsidP="00791270" w:rsidRDefault="005367E7" w14:paraId="102DB56E" w14:textId="77777777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:rsidRPr="00791270" w:rsidR="00DA3FAB" w:rsidP="00791270" w:rsidRDefault="00D0719A" w14:paraId="37AFC420" w14:textId="0A29502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hAnsi="Corbel" w:eastAsia="Times New Roman" w:cs="Arial"/>
                <w:lang w:eastAsia="pl-PL"/>
              </w:rPr>
            </w:pP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:rsidRPr="00D0719A" w:rsidR="00DA3FAB" w:rsidP="00791270" w:rsidRDefault="12EE76C9" w14:paraId="4495F934" w14:textId="56247EA6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Pr="009C54AE" w:rsidR="0085747A" w:rsidTr="0E3CB96B" w14:paraId="35997EBF" w14:textId="77777777">
        <w:trPr>
          <w:trHeight w:val="397"/>
        </w:trPr>
        <w:tc>
          <w:tcPr>
            <w:tcW w:w="5000" w:type="pct"/>
          </w:tcPr>
          <w:p w:rsidR="0085747A" w:rsidP="00DA00F5" w:rsidRDefault="0085747A" w14:paraId="5BCF6A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791270" w:rsidR="68849C72" w:rsidP="00791270" w:rsidRDefault="68849C72" w14:paraId="1053FF91" w14:textId="043E68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hAnsi="Corbel" w:eastAsia="Corbel" w:cs="Corbel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Wymiary zarządzania rozwojem gminy, Ekonomika i Organizacja Przedsiębiorstwa, nr 12,2014, s. 4</w:t>
            </w:r>
            <w:r w:rsidRPr="00791270" w:rsidR="02F529E8">
              <w:rPr>
                <w:rFonts w:ascii="Corbel" w:hAnsi="Corbel" w:eastAsia="Times New Roman" w:cs="Arial"/>
                <w:lang w:eastAsia="pl-PL"/>
              </w:rPr>
              <w:t>3</w:t>
            </w:r>
            <w:r w:rsidRPr="00791270">
              <w:rPr>
                <w:rFonts w:ascii="Corbel" w:hAnsi="Corbel" w:eastAsia="Times New Roman" w:cs="Arial"/>
                <w:lang w:eastAsia="pl-PL"/>
              </w:rPr>
              <w:t>-</w:t>
            </w:r>
            <w:r w:rsidRPr="00791270" w:rsidR="4BEC45FF">
              <w:rPr>
                <w:rFonts w:ascii="Corbel" w:hAnsi="Corbel" w:eastAsia="Times New Roman" w:cs="Arial"/>
                <w:lang w:eastAsia="pl-PL"/>
              </w:rPr>
              <w:t>52</w:t>
            </w:r>
            <w:r w:rsidRPr="00791270">
              <w:rPr>
                <w:rFonts w:ascii="Corbel" w:hAnsi="Corbel" w:eastAsia="Times New Roman" w:cs="Arial"/>
                <w:lang w:eastAsia="pl-PL"/>
              </w:rPr>
              <w:t>.</w:t>
            </w:r>
          </w:p>
          <w:p w:rsidRPr="00791270" w:rsidR="00DA00F5" w:rsidP="00791270" w:rsidRDefault="5CB19AD4" w14:paraId="48460F19" w14:textId="551468DD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hAnsi="Corbel" w:eastAsia="Corbel" w:cs="Corbel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t xml:space="preserve">ędu gminy, Ekonomika i Organizacja Przedsiębiorstwa, nr 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lastRenderedPageBreak/>
              <w:t>9,</w:t>
            </w:r>
            <w:r w:rsidRPr="00791270" w:rsidR="41F4AAC9">
              <w:rPr>
                <w:rFonts w:ascii="Corbel" w:hAnsi="Corbel" w:eastAsia="Times New Roman" w:cs="Arial"/>
                <w:lang w:eastAsia="pl-PL"/>
              </w:rPr>
              <w:t>2015,</w:t>
            </w:r>
            <w:r w:rsidRPr="00791270" w:rsidR="5A099E51">
              <w:rPr>
                <w:rFonts w:ascii="Corbel" w:hAnsi="Corbel" w:eastAsia="Times New Roman" w:cs="Arial"/>
                <w:lang w:eastAsia="pl-PL"/>
              </w:rPr>
              <w:t xml:space="preserve"> s. 40-49.</w:t>
            </w:r>
          </w:p>
          <w:p w:rsidRPr="00DA00F5" w:rsidR="00DA00F5" w:rsidP="00791270" w:rsidRDefault="00998FFB" w14:paraId="1C7E5542" w14:textId="4CB17B3E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hAnsi="Corbel" w:eastAsia="Times New Roman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hAnsi="Corbel" w:eastAsia="Times New Roman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hAnsi="Corbel" w:eastAsia="Times New Roman" w:cs="Arial"/>
                <w:lang w:eastAsia="pl-PL"/>
              </w:rPr>
              <w:t xml:space="preserve"> A., Zarządzanie kadrami administracji a jakość usług publicznych, </w:t>
            </w:r>
            <w:r w:rsidRPr="00791270" w:rsidR="4B0F4181">
              <w:rPr>
                <w:rFonts w:ascii="Corbel" w:hAnsi="Corbel" w:eastAsia="Times New Roman" w:cs="Arial"/>
                <w:lang w:eastAsia="pl-PL"/>
              </w:rPr>
              <w:t>Ekonomika i Organizacja Przedsiębiorstwa, nr 6,2015, s. 52-63.</w:t>
            </w:r>
          </w:p>
        </w:tc>
      </w:tr>
    </w:tbl>
    <w:p w:rsidRPr="009C54AE" w:rsidR="0085747A" w:rsidP="00DA00F5" w:rsidRDefault="0085747A" w14:paraId="5CA040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AE882C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4ED86E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475" w:rsidP="00C16ABF" w:rsidRDefault="00410475" w14:paraId="592E00AE" w14:textId="77777777">
      <w:pPr>
        <w:spacing w:after="0" w:line="240" w:lineRule="auto"/>
      </w:pPr>
      <w:r>
        <w:separator/>
      </w:r>
    </w:p>
  </w:endnote>
  <w:endnote w:type="continuationSeparator" w:id="0">
    <w:p w:rsidR="00410475" w:rsidP="00C16ABF" w:rsidRDefault="00410475" w14:paraId="3E1C73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475" w:rsidP="00C16ABF" w:rsidRDefault="00410475" w14:paraId="1E09B77B" w14:textId="77777777">
      <w:pPr>
        <w:spacing w:after="0" w:line="240" w:lineRule="auto"/>
      </w:pPr>
      <w:r>
        <w:separator/>
      </w:r>
    </w:p>
  </w:footnote>
  <w:footnote w:type="continuationSeparator" w:id="0">
    <w:p w:rsidR="00410475" w:rsidP="00C16ABF" w:rsidRDefault="00410475" w14:paraId="627439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3D462D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A7503F3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3E07BC33"/>
    <w:rsid w:val="41F4AAC9"/>
    <w:rsid w:val="46AD813D"/>
    <w:rsid w:val="47D06D07"/>
    <w:rsid w:val="4B0F4181"/>
    <w:rsid w:val="4BEC45FF"/>
    <w:rsid w:val="5A099E51"/>
    <w:rsid w:val="5CB19AD4"/>
    <w:rsid w:val="62C656E9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2E10F58B-7EFE-4D07-BC31-0271D2983D0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B621C2"/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</w:rPr>
  </w:style>
  <w:style w:type="paragraph" w:styleId="paragraph" w:customStyle="1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91270"/>
  </w:style>
  <w:style w:type="character" w:styleId="spellingerror" w:customStyle="1">
    <w:name w:val="spellingerror"/>
    <w:basedOn w:val="Domylnaczcionkaakapitu"/>
    <w:rsid w:val="00791270"/>
  </w:style>
  <w:style w:type="character" w:styleId="eop" w:customStyle="1">
    <w:name w:val="eop"/>
    <w:basedOn w:val="Domylnaczcionkaakapitu"/>
    <w:rsid w:val="00791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C4D2F-79F1-49B2-9DEC-89E3EFD4E18D}"/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A66B6-EC9E-4DDB-B103-8667B1B582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Cyrek Magdalena</lastModifiedBy>
  <revision>15</revision>
  <lastPrinted>2019-02-06T12:12:00.0000000Z</lastPrinted>
  <dcterms:created xsi:type="dcterms:W3CDTF">2020-11-17T18:23:00.0000000Z</dcterms:created>
  <dcterms:modified xsi:type="dcterms:W3CDTF">2022-05-30T11:08:10.6700819Z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